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</w:tbl>
        <w:p w:rsidR="00491366" w:rsidRDefault="00491366" w:rsidP="00410AFD"/>
        <w:p w:rsidR="00410AFD" w:rsidRDefault="005F63A8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3A8" w:rsidRDefault="005F63A8" w:rsidP="00EA6B59">
      <w:pPr>
        <w:spacing w:after="0" w:line="240" w:lineRule="auto"/>
      </w:pPr>
      <w:r>
        <w:separator/>
      </w:r>
    </w:p>
  </w:endnote>
  <w:endnote w:type="continuationSeparator" w:id="0">
    <w:p w:rsidR="005F63A8" w:rsidRDefault="005F63A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CA" w:rsidRDefault="001E7EC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5D4CD0">
      <w:t>26 010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3A8" w:rsidRDefault="005F63A8" w:rsidP="00EA6B59">
      <w:pPr>
        <w:spacing w:after="0" w:line="240" w:lineRule="auto"/>
      </w:pPr>
      <w:r>
        <w:separator/>
      </w:r>
    </w:p>
  </w:footnote>
  <w:footnote w:type="continuationSeparator" w:id="0">
    <w:p w:rsidR="005F63A8" w:rsidRDefault="005F63A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CA" w:rsidRDefault="001E7E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ECA" w:rsidRDefault="001E7EC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E7ECA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85F82"/>
    <w:rsid w:val="00390E5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4CD0"/>
    <w:rsid w:val="005D5D11"/>
    <w:rsid w:val="005E7372"/>
    <w:rsid w:val="005F1279"/>
    <w:rsid w:val="005F445C"/>
    <w:rsid w:val="005F51D7"/>
    <w:rsid w:val="005F63A8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6F6881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02EC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3AA0F64-A411-48D7-BC0D-1AAC5E93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9</cp:revision>
  <dcterms:created xsi:type="dcterms:W3CDTF">2020-06-03T10:17:00Z</dcterms:created>
  <dcterms:modified xsi:type="dcterms:W3CDTF">2026-02-17T10:20:00Z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